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22894" w14:textId="77777777" w:rsidR="00846B67" w:rsidRPr="009E69D2" w:rsidRDefault="00846B67" w:rsidP="002C2A9C">
      <w:pPr>
        <w:pStyle w:val="Empfnger"/>
        <w:spacing w:line="180" w:lineRule="atLeast"/>
        <w:rPr>
          <w:highlight w:val="yellow"/>
        </w:rPr>
      </w:pPr>
      <w:r w:rsidRPr="009E69D2">
        <w:rPr>
          <w:highlight w:val="yellow"/>
        </w:rPr>
        <w:t>Firma Muster</w:t>
      </w:r>
    </w:p>
    <w:p w14:paraId="0EBB94EE" w14:textId="77777777" w:rsidR="00846B67" w:rsidRPr="009E69D2" w:rsidRDefault="00846B67" w:rsidP="002C2A9C">
      <w:pPr>
        <w:pStyle w:val="Empfnger"/>
        <w:spacing w:line="180" w:lineRule="atLeast"/>
        <w:rPr>
          <w:highlight w:val="yellow"/>
        </w:rPr>
      </w:pPr>
      <w:r w:rsidRPr="009E69D2">
        <w:rPr>
          <w:highlight w:val="yellow"/>
        </w:rPr>
        <w:t>Musterstrasse</w:t>
      </w:r>
    </w:p>
    <w:p w14:paraId="4D4D15CC" w14:textId="77777777" w:rsidR="00846B67" w:rsidRDefault="00846B67" w:rsidP="002C2A9C">
      <w:pPr>
        <w:pStyle w:val="Empfnger"/>
        <w:spacing w:line="180" w:lineRule="atLeast"/>
      </w:pPr>
      <w:r w:rsidRPr="009E69D2">
        <w:rPr>
          <w:highlight w:val="yellow"/>
        </w:rPr>
        <w:t>9999 Musterhausen</w:t>
      </w:r>
    </w:p>
    <w:p w14:paraId="214A1AD0" w14:textId="77777777" w:rsidR="00846B67" w:rsidRDefault="00846B67" w:rsidP="002C2A9C">
      <w:pPr>
        <w:pStyle w:val="Empfnger"/>
        <w:spacing w:line="180" w:lineRule="atLeast"/>
      </w:pPr>
    </w:p>
    <w:p w14:paraId="32F36006" w14:textId="77777777" w:rsidR="00846B67" w:rsidRDefault="00846B67" w:rsidP="002C2A9C">
      <w:pPr>
        <w:pStyle w:val="Empfnger"/>
        <w:spacing w:line="180" w:lineRule="atLeast"/>
      </w:pPr>
    </w:p>
    <w:p w14:paraId="3DB7A471" w14:textId="77777777" w:rsidR="00846B67" w:rsidRDefault="00846B67" w:rsidP="002C2A9C">
      <w:pPr>
        <w:pStyle w:val="Empfnger"/>
        <w:spacing w:line="180" w:lineRule="atLeast"/>
      </w:pPr>
    </w:p>
    <w:p w14:paraId="492C49DC" w14:textId="77777777" w:rsidR="009E69D2" w:rsidRDefault="009E69D2" w:rsidP="002C2A9C">
      <w:pPr>
        <w:pStyle w:val="Empfnger"/>
        <w:spacing w:line="180" w:lineRule="atLeast"/>
      </w:pPr>
    </w:p>
    <w:p w14:paraId="431A4959" w14:textId="77777777" w:rsidR="009E69D2" w:rsidRDefault="009E69D2" w:rsidP="00846B67">
      <w:pPr>
        <w:pStyle w:val="Empfnger"/>
        <w:spacing w:line="180" w:lineRule="atLeast"/>
        <w:ind w:left="5103"/>
      </w:pPr>
      <w:r w:rsidRPr="009E69D2">
        <w:rPr>
          <w:b/>
        </w:rPr>
        <w:t xml:space="preserve">Per </w:t>
      </w:r>
      <w:r>
        <w:rPr>
          <w:b/>
        </w:rPr>
        <w:t>E-Mail</w:t>
      </w:r>
    </w:p>
    <w:p w14:paraId="627CBFA9" w14:textId="77777777" w:rsidR="009E69D2" w:rsidRDefault="009E69D2" w:rsidP="00846B67">
      <w:pPr>
        <w:pStyle w:val="Empfnger"/>
        <w:spacing w:line="180" w:lineRule="atLeast"/>
        <w:ind w:left="5103"/>
      </w:pPr>
    </w:p>
    <w:p w14:paraId="66D1988C" w14:textId="77777777" w:rsidR="002C2A9C" w:rsidRDefault="002C2A9C" w:rsidP="00846B67">
      <w:pPr>
        <w:pStyle w:val="Empfnger"/>
        <w:spacing w:line="180" w:lineRule="atLeast"/>
        <w:ind w:left="5103"/>
      </w:pPr>
      <w:r>
        <w:t>Baudirektion des Kantons Zug</w:t>
      </w:r>
    </w:p>
    <w:p w14:paraId="11D6311E" w14:textId="77777777" w:rsidR="002C2A9C" w:rsidRDefault="009E69D2" w:rsidP="00846B67">
      <w:pPr>
        <w:pStyle w:val="Empfnger"/>
        <w:spacing w:line="180" w:lineRule="atLeast"/>
        <w:ind w:left="5103"/>
      </w:pPr>
      <w:r>
        <w:t>Energiefachstelle</w:t>
      </w:r>
    </w:p>
    <w:p w14:paraId="612701D8" w14:textId="77777777" w:rsidR="009E69D2" w:rsidRDefault="009E69D2" w:rsidP="00846B67">
      <w:pPr>
        <w:pStyle w:val="Empfnger"/>
        <w:spacing w:line="180" w:lineRule="atLeast"/>
        <w:ind w:left="5103"/>
        <w:rPr>
          <w:spacing w:val="6"/>
        </w:rPr>
      </w:pPr>
    </w:p>
    <w:p w14:paraId="307EB348" w14:textId="77777777" w:rsidR="002C2A9C" w:rsidRDefault="009E69D2" w:rsidP="00846B67">
      <w:pPr>
        <w:pStyle w:val="Empfnger"/>
        <w:spacing w:line="180" w:lineRule="atLeast"/>
        <w:ind w:left="5103"/>
        <w:rPr>
          <w:spacing w:val="6"/>
        </w:rPr>
      </w:pPr>
      <w:r>
        <w:rPr>
          <w:spacing w:val="6"/>
        </w:rPr>
        <w:t xml:space="preserve">Betreff: </w:t>
      </w:r>
      <w:r w:rsidR="002C2A9C">
        <w:rPr>
          <w:spacing w:val="6"/>
        </w:rPr>
        <w:t>Impulsberatung</w:t>
      </w:r>
    </w:p>
    <w:p w14:paraId="07B095A5" w14:textId="77777777" w:rsidR="009E69D2" w:rsidRDefault="009E69D2" w:rsidP="00846B67">
      <w:pPr>
        <w:pStyle w:val="Empfnger"/>
        <w:spacing w:line="180" w:lineRule="atLeast"/>
        <w:ind w:left="5103"/>
        <w:rPr>
          <w:spacing w:val="6"/>
        </w:rPr>
      </w:pPr>
    </w:p>
    <w:p w14:paraId="1C698F2B" w14:textId="675F07D7" w:rsidR="009E69D2" w:rsidRDefault="00171A91" w:rsidP="00846B67">
      <w:pPr>
        <w:pStyle w:val="Empfnger"/>
        <w:spacing w:line="180" w:lineRule="atLeast"/>
        <w:ind w:left="5103"/>
        <w:rPr>
          <w:spacing w:val="6"/>
        </w:rPr>
      </w:pPr>
      <w:r>
        <w:rPr>
          <w:spacing w:val="6"/>
        </w:rPr>
        <w:t>impulsberatung.afu</w:t>
      </w:r>
      <w:r w:rsidR="009E69D2">
        <w:rPr>
          <w:spacing w:val="6"/>
        </w:rPr>
        <w:t>@zg.ch</w:t>
      </w:r>
    </w:p>
    <w:p w14:paraId="18A62F41" w14:textId="77777777" w:rsidR="002C2A9C" w:rsidRDefault="002C2A9C" w:rsidP="002C2A9C">
      <w:pPr>
        <w:spacing w:line="220" w:lineRule="atLeast"/>
        <w:rPr>
          <w:noProof/>
          <w:sz w:val="16"/>
        </w:rPr>
      </w:pPr>
      <w:bookmarkStart w:id="0" w:name="_GoBack"/>
      <w:bookmarkEnd w:id="0"/>
    </w:p>
    <w:p w14:paraId="3A6F80CB" w14:textId="77777777" w:rsidR="00846B67" w:rsidRDefault="00846B67" w:rsidP="002C2A9C">
      <w:pPr>
        <w:spacing w:line="220" w:lineRule="atLeast"/>
        <w:rPr>
          <w:noProof/>
          <w:sz w:val="16"/>
        </w:rPr>
      </w:pPr>
    </w:p>
    <w:p w14:paraId="62ACBDB7" w14:textId="77777777" w:rsidR="00846B67" w:rsidRDefault="00846B67" w:rsidP="002C2A9C">
      <w:pPr>
        <w:spacing w:line="220" w:lineRule="atLeast"/>
        <w:rPr>
          <w:noProof/>
          <w:sz w:val="16"/>
        </w:rPr>
      </w:pPr>
    </w:p>
    <w:p w14:paraId="17F70ABF" w14:textId="77777777" w:rsidR="002C2A9C" w:rsidRDefault="002C2A9C" w:rsidP="002C2A9C">
      <w:pPr>
        <w:spacing w:line="220" w:lineRule="atLeast"/>
        <w:rPr>
          <w:sz w:val="16"/>
        </w:rPr>
      </w:pPr>
      <w:r w:rsidRPr="009E69D2">
        <w:rPr>
          <w:noProof/>
          <w:sz w:val="16"/>
          <w:highlight w:val="yellow"/>
        </w:rPr>
        <w:t>Ort</w:t>
      </w:r>
      <w:r w:rsidRPr="003612A3">
        <w:rPr>
          <w:noProof/>
          <w:sz w:val="16"/>
          <w:highlight w:val="yellow"/>
        </w:rPr>
        <w:t xml:space="preserve"> </w:t>
      </w:r>
      <w:r w:rsidRPr="009E69D2">
        <w:rPr>
          <w:sz w:val="16"/>
          <w:highlight w:val="yellow"/>
        </w:rPr>
        <w:t>Datum</w:t>
      </w:r>
    </w:p>
    <w:p w14:paraId="7B63FF20" w14:textId="77777777" w:rsidR="00846B67" w:rsidRDefault="00846B67" w:rsidP="002C2A9C">
      <w:pPr>
        <w:spacing w:line="220" w:lineRule="atLeast"/>
        <w:rPr>
          <w:b/>
        </w:rPr>
      </w:pPr>
    </w:p>
    <w:p w14:paraId="463F623D" w14:textId="77777777" w:rsidR="002C2A9C" w:rsidRPr="002C2A9C" w:rsidRDefault="002C2A9C" w:rsidP="002C2A9C">
      <w:pPr>
        <w:rPr>
          <w:b/>
        </w:rPr>
      </w:pPr>
      <w:r w:rsidRPr="002C2A9C">
        <w:rPr>
          <w:b/>
        </w:rPr>
        <w:t>Förderantrag für Impulsberatungen «erneuerbar heizen»</w:t>
      </w:r>
    </w:p>
    <w:p w14:paraId="08A8A27E" w14:textId="77777777" w:rsidR="002C2A9C" w:rsidRDefault="002C2A9C" w:rsidP="002F07F4"/>
    <w:p w14:paraId="486E7791" w14:textId="77777777" w:rsidR="002C2A9C" w:rsidRDefault="00846B67" w:rsidP="002F07F4">
      <w:r>
        <w:t>Für die durchgeführte(n) Impulsberatung(en) stellen wir folgende Rechnung:</w:t>
      </w:r>
    </w:p>
    <w:p w14:paraId="50EDCD91" w14:textId="77777777" w:rsidR="00846B67" w:rsidRDefault="00846B67" w:rsidP="002F07F4"/>
    <w:p w14:paraId="4DF40FFD" w14:textId="77777777" w:rsidR="00846B67" w:rsidRDefault="00846B67" w:rsidP="00846B67">
      <w:pPr>
        <w:tabs>
          <w:tab w:val="right" w:pos="8080"/>
        </w:tabs>
      </w:pPr>
      <w:r w:rsidRPr="00846B67">
        <w:rPr>
          <w:highlight w:val="yellow"/>
        </w:rPr>
        <w:t>OBJEKTADRESSE 1</w:t>
      </w:r>
      <w:r>
        <w:tab/>
      </w:r>
      <w:r w:rsidRPr="00846B67">
        <w:rPr>
          <w:u w:val="double"/>
        </w:rPr>
        <w:t>Fr. 350.00 (inkl. MwSt.)</w:t>
      </w:r>
    </w:p>
    <w:p w14:paraId="27162E5C" w14:textId="77777777" w:rsidR="00846B67" w:rsidRDefault="00846B67" w:rsidP="002F07F4">
      <w:r>
        <w:t xml:space="preserve">Datum: </w:t>
      </w:r>
      <w:proofErr w:type="spellStart"/>
      <w:proofErr w:type="gramStart"/>
      <w:r w:rsidRPr="00846B67">
        <w:rPr>
          <w:highlight w:val="yellow"/>
        </w:rPr>
        <w:t>tt.mm.jjjj</w:t>
      </w:r>
      <w:proofErr w:type="spellEnd"/>
      <w:proofErr w:type="gramEnd"/>
    </w:p>
    <w:p w14:paraId="18FD43E9" w14:textId="77777777" w:rsidR="002C2A9C" w:rsidRDefault="002C2A9C" w:rsidP="002F07F4"/>
    <w:p w14:paraId="4722F5DF" w14:textId="77777777" w:rsidR="00846B67" w:rsidRDefault="00846B67" w:rsidP="00846B67">
      <w:pPr>
        <w:tabs>
          <w:tab w:val="right" w:pos="8080"/>
        </w:tabs>
      </w:pPr>
      <w:r w:rsidRPr="009E69D2">
        <w:rPr>
          <w:highlight w:val="yellow"/>
        </w:rPr>
        <w:t>OBJEKTADRESSE 2</w:t>
      </w:r>
      <w:r>
        <w:tab/>
      </w:r>
      <w:r w:rsidRPr="00846B67">
        <w:rPr>
          <w:u w:val="double"/>
        </w:rPr>
        <w:t>Fr. 350.00 (inkl. MwSt.)</w:t>
      </w:r>
    </w:p>
    <w:p w14:paraId="233F36A4" w14:textId="77777777" w:rsidR="00846B67" w:rsidRDefault="00846B67" w:rsidP="00846B67">
      <w:r>
        <w:t xml:space="preserve">Datum: </w:t>
      </w:r>
      <w:proofErr w:type="spellStart"/>
      <w:proofErr w:type="gramStart"/>
      <w:r w:rsidRPr="00846B67">
        <w:rPr>
          <w:highlight w:val="yellow"/>
        </w:rPr>
        <w:t>tt.mm.jjjj</w:t>
      </w:r>
      <w:proofErr w:type="spellEnd"/>
      <w:proofErr w:type="gramEnd"/>
    </w:p>
    <w:p w14:paraId="4B20081F" w14:textId="77777777" w:rsidR="00846B67" w:rsidRDefault="00846B67" w:rsidP="002F07F4"/>
    <w:p w14:paraId="26E45F3C" w14:textId="77777777" w:rsidR="00846B67" w:rsidRDefault="00846B67" w:rsidP="00846B67">
      <w:pPr>
        <w:tabs>
          <w:tab w:val="right" w:pos="8080"/>
        </w:tabs>
      </w:pPr>
      <w:r w:rsidRPr="009E69D2">
        <w:rPr>
          <w:highlight w:val="yellow"/>
        </w:rPr>
        <w:t>OBJEKTADRESSE 3</w:t>
      </w:r>
      <w:r>
        <w:tab/>
      </w:r>
      <w:r w:rsidRPr="00846B67">
        <w:rPr>
          <w:u w:val="double"/>
        </w:rPr>
        <w:t>Fr. 350.00 (inkl. MwSt.)</w:t>
      </w:r>
    </w:p>
    <w:p w14:paraId="22264FB3" w14:textId="77777777" w:rsidR="00846B67" w:rsidRDefault="00846B67" w:rsidP="002F07F4">
      <w:r>
        <w:t xml:space="preserve">Datum: </w:t>
      </w:r>
      <w:proofErr w:type="spellStart"/>
      <w:proofErr w:type="gramStart"/>
      <w:r w:rsidRPr="00846B67">
        <w:rPr>
          <w:highlight w:val="yellow"/>
        </w:rPr>
        <w:t>tt.mm.jjjj</w:t>
      </w:r>
      <w:proofErr w:type="spellEnd"/>
      <w:proofErr w:type="gramEnd"/>
    </w:p>
    <w:p w14:paraId="32CC43C5" w14:textId="77777777" w:rsidR="00846B67" w:rsidRDefault="00846B67" w:rsidP="002F07F4"/>
    <w:p w14:paraId="6150A9D1" w14:textId="77777777" w:rsidR="00846B67" w:rsidRDefault="00846B67" w:rsidP="00846B67">
      <w:pPr>
        <w:tabs>
          <w:tab w:val="right" w:pos="8080"/>
        </w:tabs>
      </w:pPr>
      <w:r w:rsidRPr="009E69D2">
        <w:rPr>
          <w:highlight w:val="yellow"/>
        </w:rPr>
        <w:t>OBJEKTADRESSE 4</w:t>
      </w:r>
      <w:r>
        <w:tab/>
      </w:r>
      <w:r w:rsidRPr="00846B67">
        <w:rPr>
          <w:u w:val="double"/>
        </w:rPr>
        <w:t>Fr. 350.00 (inkl. MwSt.)</w:t>
      </w:r>
    </w:p>
    <w:p w14:paraId="6E8F9B2D" w14:textId="77777777" w:rsidR="00846B67" w:rsidRDefault="00846B67" w:rsidP="00846B67">
      <w:r>
        <w:t xml:space="preserve">Datum: </w:t>
      </w:r>
      <w:proofErr w:type="spellStart"/>
      <w:proofErr w:type="gramStart"/>
      <w:r w:rsidRPr="00846B67">
        <w:rPr>
          <w:highlight w:val="yellow"/>
        </w:rPr>
        <w:t>tt.mm.jjjj</w:t>
      </w:r>
      <w:proofErr w:type="spellEnd"/>
      <w:proofErr w:type="gramEnd"/>
    </w:p>
    <w:p w14:paraId="16410EE7" w14:textId="77777777" w:rsidR="00846B67" w:rsidRDefault="00846B67" w:rsidP="002F07F4"/>
    <w:p w14:paraId="58E569A4" w14:textId="77777777" w:rsidR="00846B67" w:rsidRPr="00846B67" w:rsidRDefault="00846B67" w:rsidP="00846B67">
      <w:pPr>
        <w:tabs>
          <w:tab w:val="right" w:pos="8080"/>
        </w:tabs>
        <w:rPr>
          <w:b/>
        </w:rPr>
      </w:pPr>
      <w:r>
        <w:rPr>
          <w:b/>
        </w:rPr>
        <w:t>Total</w:t>
      </w:r>
      <w:r>
        <w:rPr>
          <w:b/>
        </w:rPr>
        <w:tab/>
        <w:t xml:space="preserve">Fr. </w:t>
      </w:r>
      <w:r w:rsidRPr="00846B67">
        <w:rPr>
          <w:b/>
          <w:highlight w:val="yellow"/>
        </w:rPr>
        <w:t>…………</w:t>
      </w:r>
      <w:r>
        <w:rPr>
          <w:b/>
        </w:rPr>
        <w:t xml:space="preserve"> (inkl. MwSt.)</w:t>
      </w:r>
    </w:p>
    <w:p w14:paraId="74129B7B" w14:textId="77777777" w:rsidR="00846B67" w:rsidRDefault="00846B67" w:rsidP="002F07F4"/>
    <w:p w14:paraId="08E3B4E6" w14:textId="77777777" w:rsidR="00846B67" w:rsidRDefault="00846B67" w:rsidP="002F07F4"/>
    <w:p w14:paraId="229F8EBC" w14:textId="77777777" w:rsidR="00846B67" w:rsidRDefault="00846B67" w:rsidP="002F07F4">
      <w:r>
        <w:t>Bitte überweisen Sie den Betrag auf folgendes Konto:</w:t>
      </w:r>
    </w:p>
    <w:p w14:paraId="5E337818" w14:textId="77777777" w:rsidR="00846B67" w:rsidRDefault="00846B67" w:rsidP="002F07F4"/>
    <w:p w14:paraId="77931A97" w14:textId="77777777" w:rsidR="00846B67" w:rsidRDefault="00846B67" w:rsidP="002F07F4">
      <w:r>
        <w:t xml:space="preserve">Kontonummer: </w:t>
      </w:r>
      <w:r w:rsidRPr="00846B67">
        <w:rPr>
          <w:highlight w:val="yellow"/>
        </w:rPr>
        <w:t>IBAN-Nr.</w:t>
      </w:r>
    </w:p>
    <w:p w14:paraId="617005F2" w14:textId="77777777" w:rsidR="00846B67" w:rsidRDefault="00846B67" w:rsidP="002F07F4"/>
    <w:p w14:paraId="21A0EEC1" w14:textId="77777777" w:rsidR="00846B67" w:rsidRDefault="00846B67" w:rsidP="002F07F4"/>
    <w:p w14:paraId="35F433C9" w14:textId="77777777" w:rsidR="00846B67" w:rsidRDefault="00846B67" w:rsidP="002F07F4">
      <w:r>
        <w:t>Freundliche Grüsse</w:t>
      </w:r>
    </w:p>
    <w:p w14:paraId="74737F68" w14:textId="77777777" w:rsidR="00846B67" w:rsidRDefault="00846B67" w:rsidP="002F07F4"/>
    <w:p w14:paraId="0DEBAD60" w14:textId="77777777" w:rsidR="00846B67" w:rsidRDefault="00846B67" w:rsidP="002F07F4">
      <w:r w:rsidRPr="00846B67">
        <w:rPr>
          <w:highlight w:val="yellow"/>
        </w:rPr>
        <w:t>Vorname, Name, Firma</w:t>
      </w:r>
    </w:p>
    <w:p w14:paraId="2566E144" w14:textId="77777777" w:rsidR="00846B67" w:rsidRDefault="00846B67" w:rsidP="002F07F4"/>
    <w:p w14:paraId="76DCB9AD" w14:textId="77777777" w:rsidR="00846B67" w:rsidRDefault="00846B67" w:rsidP="002F07F4"/>
    <w:p w14:paraId="0CCC2919" w14:textId="77777777" w:rsidR="00846B67" w:rsidRDefault="00846B67" w:rsidP="002F07F4"/>
    <w:p w14:paraId="0F515251" w14:textId="77777777" w:rsidR="002C2A9C" w:rsidRDefault="002C2A9C" w:rsidP="002F07F4">
      <w:r>
        <w:t>Beilagen:</w:t>
      </w:r>
    </w:p>
    <w:p w14:paraId="3DCFA3AD" w14:textId="77777777" w:rsidR="002C2A9C" w:rsidRDefault="002C2A9C" w:rsidP="002C2A9C">
      <w:pPr>
        <w:pStyle w:val="Listenabsatz"/>
        <w:numPr>
          <w:ilvl w:val="0"/>
          <w:numId w:val="50"/>
        </w:numPr>
      </w:pPr>
      <w:r>
        <w:t>Liste aller durchgeführten Impulsberatungen (Excel-Vorlage)</w:t>
      </w:r>
    </w:p>
    <w:p w14:paraId="61C6EACE" w14:textId="77777777" w:rsidR="002C2A9C" w:rsidRDefault="002C2A9C" w:rsidP="002C2A9C">
      <w:pPr>
        <w:pStyle w:val="Listenabsatz"/>
        <w:numPr>
          <w:ilvl w:val="0"/>
          <w:numId w:val="50"/>
        </w:numPr>
      </w:pPr>
      <w:r>
        <w:t>Kopien der unterzeichneten Checklisten aller Objekte</w:t>
      </w:r>
    </w:p>
    <w:sectPr w:rsidR="002C2A9C" w:rsidSect="00846B67">
      <w:headerReference w:type="default" r:id="rId8"/>
      <w:headerReference w:type="first" r:id="rId9"/>
      <w:type w:val="continuous"/>
      <w:pgSz w:w="11906" w:h="16838" w:code="9"/>
      <w:pgMar w:top="1560" w:right="907" w:bottom="1418" w:left="1985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A9B0F" w14:textId="77777777" w:rsidR="002C2A9C" w:rsidRDefault="002C2A9C">
      <w:pPr>
        <w:spacing w:line="240" w:lineRule="auto"/>
      </w:pPr>
      <w:r>
        <w:separator/>
      </w:r>
    </w:p>
  </w:endnote>
  <w:endnote w:type="continuationSeparator" w:id="0">
    <w:p w14:paraId="3406AA59" w14:textId="77777777" w:rsidR="002C2A9C" w:rsidRDefault="002C2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73A67" w14:textId="77777777" w:rsidR="002C2A9C" w:rsidRDefault="002C2A9C">
      <w:pPr>
        <w:spacing w:line="240" w:lineRule="auto"/>
      </w:pPr>
      <w:r>
        <w:separator/>
      </w:r>
    </w:p>
  </w:footnote>
  <w:footnote w:type="continuationSeparator" w:id="0">
    <w:p w14:paraId="4A63A782" w14:textId="77777777" w:rsidR="002C2A9C" w:rsidRDefault="002C2A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14"/>
    </w:tblGrid>
    <w:tr w:rsidR="001F2A56" w14:paraId="0B129AD4" w14:textId="77777777">
      <w:trPr>
        <w:trHeight w:hRule="exact" w:val="2211"/>
      </w:trPr>
      <w:tc>
        <w:tcPr>
          <w:tcW w:w="9072" w:type="dxa"/>
          <w:vAlign w:val="bottom"/>
        </w:tcPr>
        <w:p w14:paraId="707D1EC7" w14:textId="77777777" w:rsidR="000F6959" w:rsidRDefault="00681F1F" w:rsidP="001C78E1">
          <w:pPr>
            <w:pStyle w:val="Kopfzeile"/>
          </w:pPr>
          <w:r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404F4"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0404F4">
            <w:t>2</w:t>
          </w:r>
          <w:r>
            <w:fldChar w:fldCharType="end"/>
          </w:r>
        </w:p>
      </w:tc>
    </w:tr>
  </w:tbl>
  <w:p w14:paraId="63CA6518" w14:textId="77777777" w:rsidR="000F6959" w:rsidRDefault="00171A91" w:rsidP="001269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567AE" w14:textId="77777777" w:rsidR="000F6959" w:rsidRDefault="00681F1F" w:rsidP="001269C3">
    <w:r>
      <w:rPr>
        <w:noProof/>
      </w:rPr>
      <w:drawing>
        <wp:anchor distT="0" distB="0" distL="114300" distR="114300" simplePos="0" relativeHeight="251658240" behindDoc="0" locked="1" layoutInCell="1" allowOverlap="1" wp14:anchorId="68D64263" wp14:editId="7EBDC36D">
          <wp:simplePos x="0" y="0"/>
          <wp:positionH relativeFrom="page">
            <wp:posOffset>432435</wp:posOffset>
          </wp:positionH>
          <wp:positionV relativeFrom="page">
            <wp:posOffset>177800</wp:posOffset>
          </wp:positionV>
          <wp:extent cx="1986915" cy="694690"/>
          <wp:effectExtent l="0" t="0" r="0" b="0"/>
          <wp:wrapNone/>
          <wp:docPr id="11" name="logo1" descr="dglog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2393559" name="logo1" descr="logo_verw_zug_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06688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48F0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BEAD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6C5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121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1E7B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F681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2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BEB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7865D4"/>
    <w:lvl w:ilvl="0">
      <w:start w:val="1"/>
      <w:numFmt w:val="bullet"/>
      <w:pStyle w:val="Aufzhlungszeichen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7B31D8E"/>
    <w:multiLevelType w:val="multilevel"/>
    <w:tmpl w:val="DF820878"/>
    <w:lvl w:ilvl="0">
      <w:start w:val="1"/>
      <w:numFmt w:val="lowerLetter"/>
      <w:pStyle w:val="Nummerierung3"/>
      <w:lvlText w:val="%1)"/>
      <w:lvlJc w:val="left"/>
      <w:pPr>
        <w:tabs>
          <w:tab w:val="num" w:pos="850"/>
        </w:tabs>
        <w:ind w:left="567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567"/>
        </w:tabs>
        <w:ind w:left="-567" w:firstLine="0"/>
      </w:pPr>
      <w:rPr>
        <w:rFonts w:hint="default"/>
      </w:rPr>
    </w:lvl>
  </w:abstractNum>
  <w:abstractNum w:abstractNumId="11" w15:restartNumberingAfterBreak="0">
    <w:nsid w:val="0A7E3BE3"/>
    <w:multiLevelType w:val="hybridMultilevel"/>
    <w:tmpl w:val="682002D2"/>
    <w:lvl w:ilvl="0" w:tplc="004847D6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30661F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4A5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101E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077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D4C7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F8D8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2E9B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1AFE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CC64DF"/>
    <w:multiLevelType w:val="multilevel"/>
    <w:tmpl w:val="93C47148"/>
    <w:lvl w:ilvl="0">
      <w:start w:val="1"/>
      <w:numFmt w:val="upperLetter"/>
      <w:pStyle w:val="Nummerierung2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3" w15:restartNumberingAfterBreak="0">
    <w:nsid w:val="0B446CE2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BA326D0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BF02DE6"/>
    <w:multiLevelType w:val="hybridMultilevel"/>
    <w:tmpl w:val="B9F0CDBE"/>
    <w:lvl w:ilvl="0" w:tplc="D4486346">
      <w:start w:val="1"/>
      <w:numFmt w:val="lowerLetter"/>
      <w:lvlText w:val="%1)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E70C5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D60E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4C8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E63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188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A4BB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642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54C4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E5F57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8925F3"/>
    <w:multiLevelType w:val="hybridMultilevel"/>
    <w:tmpl w:val="3664FB86"/>
    <w:lvl w:ilvl="0" w:tplc="80D2954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F6C79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646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16C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21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C40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3820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FC28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3A1C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AA76E9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4DF61D5"/>
    <w:multiLevelType w:val="multilevel"/>
    <w:tmpl w:val="7EA0600E"/>
    <w:styleLink w:val="Nummerierung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0" w15:restartNumberingAfterBreak="0">
    <w:nsid w:val="1FDF6601"/>
    <w:multiLevelType w:val="multilevel"/>
    <w:tmpl w:val="16E0D1D6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1" w15:restartNumberingAfterBreak="0">
    <w:nsid w:val="275D4485"/>
    <w:multiLevelType w:val="multilevel"/>
    <w:tmpl w:val="5156DB64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ascii="Arial" w:hAnsi="Arial" w:hint="default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ascii="Arial" w:hAnsi="Arial" w:hint="default"/>
        <w:sz w:val="20"/>
        <w:szCs w:val="20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2" w15:restartNumberingAfterBreak="0">
    <w:nsid w:val="367C7C5E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05E146E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11E5FB7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2D51547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66E3D77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1987B07"/>
    <w:multiLevelType w:val="multilevel"/>
    <w:tmpl w:val="16E0D1D6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8" w15:restartNumberingAfterBreak="0">
    <w:nsid w:val="51FA1F23"/>
    <w:multiLevelType w:val="multilevel"/>
    <w:tmpl w:val="6A50D7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9CE0564"/>
    <w:multiLevelType w:val="hybridMultilevel"/>
    <w:tmpl w:val="2356F8EA"/>
    <w:lvl w:ilvl="0" w:tplc="0720C87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C6E31"/>
    <w:multiLevelType w:val="multilevel"/>
    <w:tmpl w:val="EE6E7BD8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A10B0D"/>
    <w:multiLevelType w:val="multilevel"/>
    <w:tmpl w:val="18AA7E6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3904C00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5C20100"/>
    <w:multiLevelType w:val="multilevel"/>
    <w:tmpl w:val="F6825C56"/>
    <w:lvl w:ilvl="0">
      <w:start w:val="1"/>
      <w:numFmt w:val="decimal"/>
      <w:lvlText w:val="%1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2E33141"/>
    <w:multiLevelType w:val="multilevel"/>
    <w:tmpl w:val="16E0D1D6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5" w15:restartNumberingAfterBreak="0">
    <w:nsid w:val="77E25FA0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9840137"/>
    <w:multiLevelType w:val="hybridMultilevel"/>
    <w:tmpl w:val="54AA547C"/>
    <w:lvl w:ilvl="0" w:tplc="484AABE4">
      <w:start w:val="1"/>
      <w:numFmt w:val="upperLetter"/>
      <w:lvlText w:val="%1"/>
      <w:lvlJc w:val="left"/>
      <w:pPr>
        <w:tabs>
          <w:tab w:val="num" w:pos="0"/>
        </w:tabs>
        <w:ind w:left="0" w:hanging="284"/>
      </w:pPr>
      <w:rPr>
        <w:rFonts w:hint="default"/>
      </w:rPr>
    </w:lvl>
    <w:lvl w:ilvl="1" w:tplc="DC1EED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D8D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04F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254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8A17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1CFB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7811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8E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28"/>
  </w:num>
  <w:num w:numId="13">
    <w:abstractNumId w:val="17"/>
  </w:num>
  <w:num w:numId="14">
    <w:abstractNumId w:val="31"/>
  </w:num>
  <w:num w:numId="15">
    <w:abstractNumId w:val="31"/>
  </w:num>
  <w:num w:numId="16">
    <w:abstractNumId w:val="31"/>
  </w:num>
  <w:num w:numId="17">
    <w:abstractNumId w:val="31"/>
  </w:num>
  <w:num w:numId="18">
    <w:abstractNumId w:val="31"/>
  </w:num>
  <w:num w:numId="19">
    <w:abstractNumId w:val="11"/>
  </w:num>
  <w:num w:numId="20">
    <w:abstractNumId w:val="13"/>
  </w:num>
  <w:num w:numId="21">
    <w:abstractNumId w:val="14"/>
  </w:num>
  <w:num w:numId="22">
    <w:abstractNumId w:val="26"/>
  </w:num>
  <w:num w:numId="23">
    <w:abstractNumId w:val="11"/>
  </w:num>
  <w:num w:numId="24">
    <w:abstractNumId w:val="36"/>
  </w:num>
  <w:num w:numId="25">
    <w:abstractNumId w:val="27"/>
  </w:num>
  <w:num w:numId="26">
    <w:abstractNumId w:val="20"/>
  </w:num>
  <w:num w:numId="27">
    <w:abstractNumId w:val="34"/>
  </w:num>
  <w:num w:numId="28">
    <w:abstractNumId w:val="21"/>
  </w:num>
  <w:num w:numId="29">
    <w:abstractNumId w:val="19"/>
  </w:num>
  <w:num w:numId="30">
    <w:abstractNumId w:val="15"/>
  </w:num>
  <w:num w:numId="31">
    <w:abstractNumId w:val="9"/>
  </w:num>
  <w:num w:numId="32">
    <w:abstractNumId w:val="30"/>
  </w:num>
  <w:num w:numId="33">
    <w:abstractNumId w:val="30"/>
  </w:num>
  <w:num w:numId="34">
    <w:abstractNumId w:val="30"/>
  </w:num>
  <w:num w:numId="35">
    <w:abstractNumId w:val="25"/>
  </w:num>
  <w:num w:numId="36">
    <w:abstractNumId w:val="22"/>
  </w:num>
  <w:num w:numId="37">
    <w:abstractNumId w:val="9"/>
  </w:num>
  <w:num w:numId="38">
    <w:abstractNumId w:val="19"/>
  </w:num>
  <w:num w:numId="39">
    <w:abstractNumId w:val="12"/>
  </w:num>
  <w:num w:numId="40">
    <w:abstractNumId w:val="10"/>
  </w:num>
  <w:num w:numId="41">
    <w:abstractNumId w:val="30"/>
  </w:num>
  <w:num w:numId="42">
    <w:abstractNumId w:val="30"/>
  </w:num>
  <w:num w:numId="43">
    <w:abstractNumId w:val="30"/>
  </w:num>
  <w:num w:numId="44">
    <w:abstractNumId w:val="24"/>
  </w:num>
  <w:num w:numId="45">
    <w:abstractNumId w:val="18"/>
  </w:num>
  <w:num w:numId="46">
    <w:abstractNumId w:val="32"/>
  </w:num>
  <w:num w:numId="47">
    <w:abstractNumId w:val="35"/>
  </w:num>
  <w:num w:numId="48">
    <w:abstractNumId w:val="16"/>
  </w:num>
  <w:num w:numId="49">
    <w:abstractNumId w:val="23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AlreadyRemovedParagraph" w:val="true"/>
    <w:docVar w:name="DGLogoEin" w:val="false"/>
    <w:docVar w:name="Docugate_Makro_DocumentFirstRefresh" w:val="Falsch"/>
    <w:docVar w:name="Folgeseite" w:val="Logo"/>
  </w:docVars>
  <w:rsids>
    <w:rsidRoot w:val="001F2A56"/>
    <w:rsid w:val="000404F4"/>
    <w:rsid w:val="00171A91"/>
    <w:rsid w:val="001F2A56"/>
    <w:rsid w:val="00234F9C"/>
    <w:rsid w:val="002C2A9C"/>
    <w:rsid w:val="002C7810"/>
    <w:rsid w:val="003612A3"/>
    <w:rsid w:val="005636F8"/>
    <w:rsid w:val="00681F1F"/>
    <w:rsid w:val="00846B67"/>
    <w:rsid w:val="008C36BA"/>
    <w:rsid w:val="009E69D2"/>
    <w:rsid w:val="00A91461"/>
    <w:rsid w:val="00E17D06"/>
    <w:rsid w:val="00F6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7DF6C39"/>
  <w15:docId w15:val="{EAE47CDD-05CD-41B7-9B05-0DB43371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3CE1"/>
    <w:pPr>
      <w:spacing w:line="280" w:lineRule="atLeast"/>
    </w:pPr>
    <w:rPr>
      <w:rFonts w:ascii="Arial" w:hAnsi="Arial"/>
      <w:spacing w:val="6"/>
    </w:rPr>
  </w:style>
  <w:style w:type="paragraph" w:styleId="berschrift1">
    <w:name w:val="heading 1"/>
    <w:basedOn w:val="Standard"/>
    <w:next w:val="Textkrper"/>
    <w:qFormat/>
    <w:rsid w:val="00066DA7"/>
    <w:pPr>
      <w:keepNext/>
      <w:numPr>
        <w:numId w:val="43"/>
      </w:numPr>
      <w:outlineLvl w:val="0"/>
    </w:pPr>
    <w:rPr>
      <w:rFonts w:cs="Arial"/>
      <w:b/>
      <w:bCs/>
    </w:rPr>
  </w:style>
  <w:style w:type="paragraph" w:styleId="berschrift2">
    <w:name w:val="heading 2"/>
    <w:basedOn w:val="berschrift1"/>
    <w:next w:val="Textkrper"/>
    <w:qFormat/>
    <w:rsid w:val="00066DA7"/>
    <w:pPr>
      <w:numPr>
        <w:ilvl w:val="1"/>
      </w:numPr>
      <w:spacing w:before="240"/>
      <w:outlineLvl w:val="1"/>
    </w:pPr>
    <w:rPr>
      <w:b w:val="0"/>
      <w:bCs w:val="0"/>
      <w:iCs/>
      <w:szCs w:val="28"/>
    </w:rPr>
  </w:style>
  <w:style w:type="paragraph" w:styleId="berschrift3">
    <w:name w:val="heading 3"/>
    <w:basedOn w:val="berschrift1"/>
    <w:next w:val="Textkrper"/>
    <w:qFormat/>
    <w:rsid w:val="00066DA7"/>
    <w:pPr>
      <w:numPr>
        <w:ilvl w:val="2"/>
      </w:numPr>
      <w:spacing w:before="240"/>
      <w:outlineLvl w:val="2"/>
    </w:pPr>
    <w:rPr>
      <w:b w:val="0"/>
      <w:bCs w:val="0"/>
      <w:szCs w:val="26"/>
    </w:rPr>
  </w:style>
  <w:style w:type="paragraph" w:styleId="berschrift4">
    <w:name w:val="heading 4"/>
    <w:basedOn w:val="Standard"/>
    <w:next w:val="Standard"/>
    <w:qFormat/>
    <w:rsid w:val="00691F52"/>
    <w:pPr>
      <w:keepNext/>
      <w:numPr>
        <w:ilvl w:val="3"/>
        <w:numId w:val="18"/>
      </w:numPr>
      <w:tabs>
        <w:tab w:val="left" w:pos="1134"/>
      </w:tabs>
      <w:ind w:left="0" w:firstLine="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691F52"/>
    <w:pPr>
      <w:keepNext/>
      <w:numPr>
        <w:ilvl w:val="4"/>
        <w:numId w:val="18"/>
      </w:numPr>
      <w:tabs>
        <w:tab w:val="left" w:pos="1134"/>
      </w:tabs>
      <w:ind w:left="0" w:firstLine="0"/>
      <w:outlineLvl w:val="4"/>
    </w:pPr>
    <w:rPr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C36614"/>
  </w:style>
  <w:style w:type="paragraph" w:customStyle="1" w:styleId="Betreff">
    <w:name w:val="Betreff"/>
    <w:basedOn w:val="Textkrper"/>
    <w:rsid w:val="00C36614"/>
    <w:rPr>
      <w:b/>
    </w:rPr>
  </w:style>
  <w:style w:type="paragraph" w:customStyle="1" w:styleId="Senderzeile">
    <w:name w:val="Senderzeile"/>
    <w:basedOn w:val="Standard"/>
    <w:rsid w:val="001E314A"/>
    <w:pPr>
      <w:spacing w:line="240" w:lineRule="auto"/>
    </w:pPr>
    <w:rPr>
      <w:sz w:val="14"/>
      <w:u w:val="single"/>
    </w:rPr>
  </w:style>
  <w:style w:type="paragraph" w:customStyle="1" w:styleId="Vordruck">
    <w:name w:val="Vordruck"/>
    <w:basedOn w:val="Textkrper"/>
    <w:rsid w:val="009A3BE1"/>
    <w:pPr>
      <w:spacing w:line="220" w:lineRule="atLeast"/>
    </w:pPr>
    <w:rPr>
      <w:noProof/>
      <w:sz w:val="16"/>
    </w:rPr>
  </w:style>
  <w:style w:type="paragraph" w:customStyle="1" w:styleId="StandardNo">
    <w:name w:val="StandardNo"/>
    <w:basedOn w:val="Standard"/>
    <w:link w:val="StandardNoChar"/>
    <w:rsid w:val="00511B6F"/>
  </w:style>
  <w:style w:type="paragraph" w:customStyle="1" w:styleId="TextkrperNo">
    <w:name w:val="TextkörperNo"/>
    <w:basedOn w:val="Textkrper"/>
    <w:rsid w:val="00F7352D"/>
    <w:rPr>
      <w:noProof/>
    </w:rPr>
  </w:style>
  <w:style w:type="paragraph" w:customStyle="1" w:styleId="Gruss">
    <w:name w:val="Gruss"/>
    <w:basedOn w:val="TextkrperNo"/>
    <w:rsid w:val="00B53DD7"/>
    <w:pPr>
      <w:keepNext/>
    </w:pPr>
  </w:style>
  <w:style w:type="paragraph" w:styleId="Kopfzeile">
    <w:name w:val="header"/>
    <w:basedOn w:val="Vordruck"/>
    <w:rsid w:val="00F871C4"/>
  </w:style>
  <w:style w:type="paragraph" w:styleId="Fuzeile">
    <w:name w:val="footer"/>
    <w:basedOn w:val="Vordruck"/>
    <w:rsid w:val="00F871C4"/>
  </w:style>
  <w:style w:type="paragraph" w:customStyle="1" w:styleId="StandardFett">
    <w:name w:val="StandardFett"/>
    <w:basedOn w:val="Standard"/>
    <w:rsid w:val="00B927D1"/>
    <w:rPr>
      <w:b/>
    </w:rPr>
  </w:style>
  <w:style w:type="paragraph" w:styleId="Aufzhlungszeichen">
    <w:name w:val="List Bullet"/>
    <w:basedOn w:val="Standard"/>
    <w:rsid w:val="005636F8"/>
    <w:pPr>
      <w:numPr>
        <w:numId w:val="37"/>
      </w:numPr>
      <w:tabs>
        <w:tab w:val="clear" w:pos="284"/>
        <w:tab w:val="num" w:pos="360"/>
      </w:tabs>
      <w:ind w:left="357" w:hanging="357"/>
    </w:pPr>
  </w:style>
  <w:style w:type="paragraph" w:customStyle="1" w:styleId="Empnger">
    <w:name w:val="Empänger"/>
    <w:basedOn w:val="StandardNo"/>
    <w:rsid w:val="0021650A"/>
  </w:style>
  <w:style w:type="paragraph" w:customStyle="1" w:styleId="Blindzeile">
    <w:name w:val="Blindzeile"/>
    <w:basedOn w:val="Standard"/>
    <w:rsid w:val="00E304B3"/>
    <w:pPr>
      <w:spacing w:line="240" w:lineRule="auto"/>
    </w:pPr>
    <w:rPr>
      <w:noProof/>
      <w:sz w:val="2"/>
      <w:szCs w:val="2"/>
    </w:rPr>
  </w:style>
  <w:style w:type="paragraph" w:customStyle="1" w:styleId="Formulartitel">
    <w:name w:val="Formulartitel"/>
    <w:basedOn w:val="StandardNo"/>
    <w:rsid w:val="00C01A6D"/>
    <w:rPr>
      <w:b/>
    </w:rPr>
  </w:style>
  <w:style w:type="paragraph" w:customStyle="1" w:styleId="Dateiname">
    <w:name w:val="Dateiname"/>
    <w:basedOn w:val="Fuzeile"/>
    <w:rsid w:val="004A4D56"/>
    <w:rPr>
      <w:spacing w:val="0"/>
      <w:sz w:val="14"/>
      <w:szCs w:val="14"/>
    </w:rPr>
  </w:style>
  <w:style w:type="paragraph" w:customStyle="1" w:styleId="Hochgestellt">
    <w:name w:val="Hochgestellt"/>
    <w:basedOn w:val="Standard"/>
    <w:next w:val="Standard"/>
    <w:rsid w:val="00691F52"/>
    <w:rPr>
      <w:vertAlign w:val="superscript"/>
    </w:rPr>
  </w:style>
  <w:style w:type="table" w:styleId="Tabellenraster">
    <w:name w:val="Table Grid"/>
    <w:basedOn w:val="NormaleTabelle"/>
    <w:uiPriority w:val="59"/>
    <w:rsid w:val="00F86CE4"/>
    <w:pPr>
      <w:spacing w:line="280" w:lineRule="atLeast"/>
    </w:pPr>
    <w:tblPr>
      <w:tblCellMar>
        <w:left w:w="0" w:type="dxa"/>
        <w:right w:w="0" w:type="dxa"/>
      </w:tblCellMar>
    </w:tblPr>
  </w:style>
  <w:style w:type="paragraph" w:styleId="Verzeichnis1">
    <w:name w:val="toc 1"/>
    <w:basedOn w:val="Standard"/>
    <w:next w:val="Standard"/>
    <w:autoRedefine/>
    <w:rsid w:val="00B0718C"/>
    <w:pPr>
      <w:tabs>
        <w:tab w:val="right" w:pos="9356"/>
      </w:tabs>
      <w:spacing w:before="360"/>
      <w:ind w:left="567" w:hanging="567"/>
    </w:pPr>
    <w:rPr>
      <w:b/>
    </w:rPr>
  </w:style>
  <w:style w:type="paragraph" w:styleId="Verzeichnis2">
    <w:name w:val="toc 2"/>
    <w:basedOn w:val="Standard"/>
    <w:next w:val="Standard"/>
    <w:autoRedefine/>
    <w:rsid w:val="009911E2"/>
    <w:pPr>
      <w:tabs>
        <w:tab w:val="right" w:pos="9356"/>
      </w:tabs>
      <w:ind w:left="567" w:hanging="567"/>
    </w:pPr>
  </w:style>
  <w:style w:type="paragraph" w:styleId="Verzeichnis3">
    <w:name w:val="toc 3"/>
    <w:basedOn w:val="Standard"/>
    <w:next w:val="Standard"/>
    <w:autoRedefine/>
    <w:rsid w:val="00BA13FD"/>
    <w:pPr>
      <w:tabs>
        <w:tab w:val="right" w:pos="9356"/>
      </w:tabs>
      <w:ind w:left="567" w:hanging="567"/>
    </w:pPr>
  </w:style>
  <w:style w:type="paragraph" w:styleId="Verzeichnis4">
    <w:name w:val="toc 4"/>
    <w:basedOn w:val="Standard"/>
    <w:next w:val="Standard"/>
    <w:autoRedefine/>
    <w:rsid w:val="00691F52"/>
    <w:pPr>
      <w:tabs>
        <w:tab w:val="left" w:pos="1134"/>
        <w:tab w:val="right" w:pos="9356"/>
      </w:tabs>
    </w:pPr>
  </w:style>
  <w:style w:type="paragraph" w:styleId="Verzeichnis5">
    <w:name w:val="toc 5"/>
    <w:basedOn w:val="Standard"/>
    <w:next w:val="Standard"/>
    <w:autoRedefine/>
    <w:rsid w:val="00691F52"/>
    <w:pPr>
      <w:tabs>
        <w:tab w:val="left" w:pos="1134"/>
        <w:tab w:val="right" w:pos="9356"/>
      </w:tabs>
    </w:pPr>
  </w:style>
  <w:style w:type="paragraph" w:styleId="Abbildungsverzeichnis">
    <w:name w:val="table of figures"/>
    <w:basedOn w:val="Standard"/>
    <w:next w:val="Standard"/>
    <w:rsid w:val="003660A5"/>
    <w:pPr>
      <w:tabs>
        <w:tab w:val="right" w:pos="9356"/>
      </w:tabs>
    </w:pPr>
  </w:style>
  <w:style w:type="numbering" w:customStyle="1" w:styleId="Nummerierung1">
    <w:name w:val="Nummerierung 1"/>
    <w:rsid w:val="00EA34D0"/>
    <w:pPr>
      <w:numPr>
        <w:numId w:val="29"/>
      </w:numPr>
    </w:pPr>
  </w:style>
  <w:style w:type="paragraph" w:customStyle="1" w:styleId="Nummerierung2">
    <w:name w:val="Nummerierung 2"/>
    <w:basedOn w:val="Standard"/>
    <w:rsid w:val="001F66F8"/>
    <w:pPr>
      <w:numPr>
        <w:numId w:val="39"/>
      </w:numPr>
    </w:pPr>
  </w:style>
  <w:style w:type="paragraph" w:customStyle="1" w:styleId="Nummerierung3">
    <w:name w:val="Nummerierung 3"/>
    <w:basedOn w:val="Standard"/>
    <w:rsid w:val="00027BC4"/>
    <w:pPr>
      <w:numPr>
        <w:numId w:val="40"/>
      </w:numPr>
    </w:pPr>
  </w:style>
  <w:style w:type="paragraph" w:customStyle="1" w:styleId="Empfnger">
    <w:name w:val="Empfänger"/>
    <w:basedOn w:val="StandardNo"/>
    <w:rPr>
      <w:noProof/>
      <w:spacing w:val="2"/>
    </w:rPr>
  </w:style>
  <w:style w:type="character" w:customStyle="1" w:styleId="StandardNoChar">
    <w:name w:val="StandardNo Char"/>
    <w:link w:val="StandardNo"/>
    <w:rPr>
      <w:rFonts w:ascii="Arial" w:hAnsi="Arial"/>
      <w:spacing w:val="6"/>
    </w:rPr>
  </w:style>
  <w:style w:type="paragraph" w:styleId="Listenabsatz">
    <w:name w:val="List Paragraph"/>
    <w:basedOn w:val="Standard"/>
    <w:uiPriority w:val="34"/>
    <w:qFormat/>
    <w:rsid w:val="002C2A9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612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12A3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12A3"/>
    <w:rPr>
      <w:rFonts w:ascii="Arial" w:hAnsi="Arial"/>
      <w:spacing w:val="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12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12A3"/>
    <w:rPr>
      <w:rFonts w:ascii="Arial" w:hAnsi="Arial"/>
      <w:b/>
      <w:bCs/>
      <w:spacing w:val="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12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12A3"/>
    <w:rPr>
      <w:rFonts w:ascii="Segoe UI" w:hAnsi="Segoe UI" w:cs="Segoe UI"/>
      <w:spacing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 xmlns="http://www.docugate.com/2015/docugatedatastorexml">
  <snapins xmlns=""/>
</document>
</file>

<file path=customXml/itemProps1.xml><?xml version="1.0" encoding="utf-8"?>
<ds:datastoreItem xmlns:ds="http://schemas.openxmlformats.org/officeDocument/2006/customXml" ds:itemID="{8A233D4B-1BC9-419F-946B-EAB7443C20CB}">
  <ds:schemaRefs>
    <ds:schemaRef ds:uri="http://www.docugate.com/2015/docugatedatastorexml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7A2DCD8D.dotm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Zug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 Felber</dc:creator>
  <cp:lastModifiedBy>Raphael Felber</cp:lastModifiedBy>
  <cp:revision>5</cp:revision>
  <dcterms:created xsi:type="dcterms:W3CDTF">2020-01-17T15:46:00Z</dcterms:created>
  <dcterms:modified xsi:type="dcterms:W3CDTF">2020-01-22T18:14:00Z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se">
    <vt:lpwstr> </vt:lpwstr>
  </property>
  <property fmtid="{D5CDD505-2E9C-101B-9397-08002B2CF9AE}" pid="3" name="Adresse Kennung">
    <vt:lpwstr>Adresse Kennung</vt:lpwstr>
  </property>
  <property fmtid="{D5CDD505-2E9C-101B-9397-08002B2CF9AE}" pid="4" name="BenutzerID">
    <vt:lpwstr>BenutzerID</vt:lpwstr>
  </property>
  <property fmtid="{D5CDD505-2E9C-101B-9397-08002B2CF9AE}" pid="5" name="BenutzerIDLinks">
    <vt:lpwstr>BenutzerIDLinks</vt:lpwstr>
  </property>
  <property fmtid="{D5CDD505-2E9C-101B-9397-08002B2CF9AE}" pid="6" name="BenutzerIDRechts">
    <vt:lpwstr>BenutzerIDRechts</vt:lpwstr>
  </property>
  <property fmtid="{D5CDD505-2E9C-101B-9397-08002B2CF9AE}" pid="7" name="BezeichnungImGruss">
    <vt:lpwstr>BezeichnungImGruss</vt:lpwstr>
  </property>
  <property fmtid="{D5CDD505-2E9C-101B-9397-08002B2CF9AE}" pid="8" name="Dienstgrad">
    <vt:lpwstr>Dienstgrad</vt:lpwstr>
  </property>
  <property fmtid="{D5CDD505-2E9C-101B-9397-08002B2CF9AE}" pid="9" name="DienstgradLinks">
    <vt:lpwstr>DienstgradLinks</vt:lpwstr>
  </property>
  <property fmtid="{D5CDD505-2E9C-101B-9397-08002B2CF9AE}" pid="10" name="DienstgradRechts">
    <vt:lpwstr>DienstgradRechts</vt:lpwstr>
  </property>
  <property fmtid="{D5CDD505-2E9C-101B-9397-08002B2CF9AE}" pid="11" name="DokumentSchuetzen">
    <vt:lpwstr>0</vt:lpwstr>
  </property>
  <property fmtid="{D5CDD505-2E9C-101B-9397-08002B2CF9AE}" pid="12" name="EMail">
    <vt:lpwstr>EMail</vt:lpwstr>
  </property>
  <property fmtid="{D5CDD505-2E9C-101B-9397-08002B2CF9AE}" pid="13" name="EMailLinks">
    <vt:lpwstr>EMailLinks</vt:lpwstr>
  </property>
  <property fmtid="{D5CDD505-2E9C-101B-9397-08002B2CF9AE}" pid="14" name="EMailRechts">
    <vt:lpwstr>EMailRechts</vt:lpwstr>
  </property>
  <property fmtid="{D5CDD505-2E9C-101B-9397-08002B2CF9AE}" pid="15" name="FirmaAbteilung">
    <vt:lpwstr>FirmaAbteilung</vt:lpwstr>
  </property>
  <property fmtid="{D5CDD505-2E9C-101B-9397-08002B2CF9AE}" pid="16" name="FirmaAdresszeile1">
    <vt:lpwstr>FirmaAdresszeile1</vt:lpwstr>
  </property>
  <property fmtid="{D5CDD505-2E9C-101B-9397-08002B2CF9AE}" pid="17" name="FirmaAdresszeile2">
    <vt:lpwstr>FirmaAdresszeile2</vt:lpwstr>
  </property>
  <property fmtid="{D5CDD505-2E9C-101B-9397-08002B2CF9AE}" pid="18" name="FirmaAmt">
    <vt:lpwstr>FirmaAmt</vt:lpwstr>
  </property>
  <property fmtid="{D5CDD505-2E9C-101B-9397-08002B2CF9AE}" pid="19" name="FirmaDienststelle">
    <vt:lpwstr>FirmaDienststelle</vt:lpwstr>
  </property>
  <property fmtid="{D5CDD505-2E9C-101B-9397-08002B2CF9AE}" pid="20" name="FirmaDienststelleZUPO">
    <vt:lpwstr>FirmaDiensstelleZUPO</vt:lpwstr>
  </property>
  <property fmtid="{D5CDD505-2E9C-101B-9397-08002B2CF9AE}" pid="21" name="FirmaDirektion">
    <vt:lpwstr>FirmaDirektion</vt:lpwstr>
  </property>
  <property fmtid="{D5CDD505-2E9C-101B-9397-08002B2CF9AE}" pid="22" name="FirmaEMail">
    <vt:lpwstr>FirmaEMail</vt:lpwstr>
  </property>
  <property fmtid="{D5CDD505-2E9C-101B-9397-08002B2CF9AE}" pid="23" name="FirmaFachbereich">
    <vt:lpwstr>FirmaFachbereich</vt:lpwstr>
  </property>
  <property fmtid="{D5CDD505-2E9C-101B-9397-08002B2CF9AE}" pid="24" name="FirmaID">
    <vt:lpwstr>FirmaID</vt:lpwstr>
  </property>
  <property fmtid="{D5CDD505-2E9C-101B-9397-08002B2CF9AE}" pid="25" name="FirmaInternet">
    <vt:lpwstr>FirmaInternet</vt:lpwstr>
  </property>
  <property fmtid="{D5CDD505-2E9C-101B-9397-08002B2CF9AE}" pid="26" name="FirmaKennung">
    <vt:lpwstr>FirmaKennung</vt:lpwstr>
  </property>
  <property fmtid="{D5CDD505-2E9C-101B-9397-08002B2CF9AE}" pid="27" name="FirmaKurzzeichen">
    <vt:lpwstr>FirmaKurzzeichen</vt:lpwstr>
  </property>
  <property fmtid="{D5CDD505-2E9C-101B-9397-08002B2CF9AE}" pid="28" name="FirmaOrt">
    <vt:lpwstr>FirmaOrt</vt:lpwstr>
  </property>
  <property fmtid="{D5CDD505-2E9C-101B-9397-08002B2CF9AE}" pid="29" name="FirmaPLZ">
    <vt:lpwstr>FirmaPLZ</vt:lpwstr>
  </property>
  <property fmtid="{D5CDD505-2E9C-101B-9397-08002B2CF9AE}" pid="30" name="FirmaPLZPostfach">
    <vt:lpwstr>FirmaPLZPostfach</vt:lpwstr>
  </property>
  <property fmtid="{D5CDD505-2E9C-101B-9397-08002B2CF9AE}" pid="31" name="FirmaPostfach">
    <vt:lpwstr>FirmaPostfach</vt:lpwstr>
  </property>
  <property fmtid="{D5CDD505-2E9C-101B-9397-08002B2CF9AE}" pid="32" name="FirmaTelefax">
    <vt:lpwstr>FirmaTelefax</vt:lpwstr>
  </property>
  <property fmtid="{D5CDD505-2E9C-101B-9397-08002B2CF9AE}" pid="33" name="FirmaTelefon">
    <vt:lpwstr>FirmaTelefon</vt:lpwstr>
  </property>
  <property fmtid="{D5CDD505-2E9C-101B-9397-08002B2CF9AE}" pid="34" name="Folgeseite">
    <vt:lpwstr>Logo</vt:lpwstr>
  </property>
  <property fmtid="{D5CDD505-2E9C-101B-9397-08002B2CF9AE}" pid="35" name="Formulartitel">
    <vt:lpwstr>Formulartitel</vt:lpwstr>
  </property>
  <property fmtid="{D5CDD505-2E9C-101B-9397-08002B2CF9AE}" pid="36" name="Funktion">
    <vt:lpwstr>Funktion</vt:lpwstr>
  </property>
  <property fmtid="{D5CDD505-2E9C-101B-9397-08002B2CF9AE}" pid="37" name="FunktionLinks">
    <vt:lpwstr>FunktionLinks</vt:lpwstr>
  </property>
  <property fmtid="{D5CDD505-2E9C-101B-9397-08002B2CF9AE}" pid="38" name="FunktionRechts">
    <vt:lpwstr>FunktionRechts</vt:lpwstr>
  </property>
  <property fmtid="{D5CDD505-2E9C-101B-9397-08002B2CF9AE}" pid="39" name="Funktion_User">
    <vt:lpwstr>Funktion_User</vt:lpwstr>
  </property>
  <property fmtid="{D5CDD505-2E9C-101B-9397-08002B2CF9AE}" pid="40" name="Funktion_UserLinks">
    <vt:lpwstr>Funktion_UserLinks</vt:lpwstr>
  </property>
  <property fmtid="{D5CDD505-2E9C-101B-9397-08002B2CF9AE}" pid="41" name="Funktion_UserRechts">
    <vt:lpwstr>Funktion_UserRechts</vt:lpwstr>
  </property>
  <property fmtid="{D5CDD505-2E9C-101B-9397-08002B2CF9AE}" pid="42" name="Kurzzeichen">
    <vt:lpwstr>Kurzzeichen</vt:lpwstr>
  </property>
  <property fmtid="{D5CDD505-2E9C-101B-9397-08002B2CF9AE}" pid="43" name="KurzzeichenDokumentersteller">
    <vt:lpwstr> KurzzeichenDokumentersteller</vt:lpwstr>
  </property>
  <property fmtid="{D5CDD505-2E9C-101B-9397-08002B2CF9AE}" pid="44" name="KurzzeichenLinks">
    <vt:lpwstr>KurzzeichenLinks</vt:lpwstr>
  </property>
  <property fmtid="{D5CDD505-2E9C-101B-9397-08002B2CF9AE}" pid="45" name="KurzzeichenRechts">
    <vt:lpwstr>KurzzeichenRechts</vt:lpwstr>
  </property>
  <property fmtid="{D5CDD505-2E9C-101B-9397-08002B2CF9AE}" pid="46" name="Kurzzeichen_User">
    <vt:lpwstr>Kurzzeichen_User</vt:lpwstr>
  </property>
  <property fmtid="{D5CDD505-2E9C-101B-9397-08002B2CF9AE}" pid="47" name="Kurzzeichen_UserDokumentersteller">
    <vt:lpwstr> Kurzzeichen_UserDokumentersteller</vt:lpwstr>
  </property>
  <property fmtid="{D5CDD505-2E9C-101B-9397-08002B2CF9AE}" pid="48" name="Kurzzeichen_UserLinks">
    <vt:lpwstr>Kurzzeichen_UserLinks</vt:lpwstr>
  </property>
  <property fmtid="{D5CDD505-2E9C-101B-9397-08002B2CF9AE}" pid="49" name="Kurzzeichen_UserRechts">
    <vt:lpwstr>Kurzzeichen_UserRechts</vt:lpwstr>
  </property>
  <property fmtid="{D5CDD505-2E9C-101B-9397-08002B2CF9AE}" pid="50" name="Name">
    <vt:lpwstr>Name</vt:lpwstr>
  </property>
  <property fmtid="{D5CDD505-2E9C-101B-9397-08002B2CF9AE}" pid="51" name="NameLinks">
    <vt:lpwstr>NameLinks</vt:lpwstr>
  </property>
  <property fmtid="{D5CDD505-2E9C-101B-9397-08002B2CF9AE}" pid="52" name="NameRechts">
    <vt:lpwstr>NameRechts</vt:lpwstr>
  </property>
  <property fmtid="{D5CDD505-2E9C-101B-9397-08002B2CF9AE}" pid="53" name="TelefaxDirekt">
    <vt:lpwstr>TelefaxDirekt</vt:lpwstr>
  </property>
  <property fmtid="{D5CDD505-2E9C-101B-9397-08002B2CF9AE}" pid="54" name="TelefaxDirektLinks">
    <vt:lpwstr>TelefaxDirektLinks</vt:lpwstr>
  </property>
  <property fmtid="{D5CDD505-2E9C-101B-9397-08002B2CF9AE}" pid="55" name="TelefaxDirektRechts">
    <vt:lpwstr>TelefaxDirektRechts</vt:lpwstr>
  </property>
  <property fmtid="{D5CDD505-2E9C-101B-9397-08002B2CF9AE}" pid="56" name="TelefonDirekt">
    <vt:lpwstr>TelefonDirekt</vt:lpwstr>
  </property>
  <property fmtid="{D5CDD505-2E9C-101B-9397-08002B2CF9AE}" pid="57" name="TelefonDirektLinks">
    <vt:lpwstr>TelefonDirektLinks</vt:lpwstr>
  </property>
  <property fmtid="{D5CDD505-2E9C-101B-9397-08002B2CF9AE}" pid="58" name="TelefonDirektRechts">
    <vt:lpwstr>TelefonDirektRechts</vt:lpwstr>
  </property>
  <property fmtid="{D5CDD505-2E9C-101B-9397-08002B2CF9AE}" pid="59" name="Titel">
    <vt:lpwstr>Titel</vt:lpwstr>
  </property>
  <property fmtid="{D5CDD505-2E9C-101B-9397-08002B2CF9AE}" pid="60" name="TitelLinks">
    <vt:lpwstr>TitelLinks</vt:lpwstr>
  </property>
  <property fmtid="{D5CDD505-2E9C-101B-9397-08002B2CF9AE}" pid="61" name="TitelRechts">
    <vt:lpwstr>TitelRechts</vt:lpwstr>
  </property>
  <property fmtid="{D5CDD505-2E9C-101B-9397-08002B2CF9AE}" pid="62" name="Titel_User">
    <vt:lpwstr>Titel_User</vt:lpwstr>
  </property>
  <property fmtid="{D5CDD505-2E9C-101B-9397-08002B2CF9AE}" pid="63" name="Titel_UserLinks">
    <vt:lpwstr>Titel_UserLinks</vt:lpwstr>
  </property>
  <property fmtid="{D5CDD505-2E9C-101B-9397-08002B2CF9AE}" pid="64" name="Titel_UserRechts">
    <vt:lpwstr>Titel_UserRechts</vt:lpwstr>
  </property>
  <property fmtid="{D5CDD505-2E9C-101B-9397-08002B2CF9AE}" pid="65" name="Versandart">
    <vt:lpwstr>Versandart</vt:lpwstr>
  </property>
  <property fmtid="{D5CDD505-2E9C-101B-9397-08002B2CF9AE}" pid="66" name="Vorname">
    <vt:lpwstr>Vorname</vt:lpwstr>
  </property>
  <property fmtid="{D5CDD505-2E9C-101B-9397-08002B2CF9AE}" pid="67" name="VornameLinks">
    <vt:lpwstr>VornameLinks</vt:lpwstr>
  </property>
  <property fmtid="{D5CDD505-2E9C-101B-9397-08002B2CF9AE}" pid="68" name="VornameRechts">
    <vt:lpwstr>VornameRechts</vt:lpwstr>
  </property>
  <property fmtid="{D5CDD505-2E9C-101B-9397-08002B2CF9AE}" pid="69" name="WPDokSprache">
    <vt:lpwstr>D</vt:lpwstr>
  </property>
  <property fmtid="{D5CDD505-2E9C-101B-9397-08002B2CF9AE}" pid="70" name="WPMakroStart">
    <vt:lpwstr>DC.DocRefreshDC</vt:lpwstr>
  </property>
  <property fmtid="{D5CDD505-2E9C-101B-9397-08002B2CF9AE}" pid="71" name="tcg_otc_005">
    <vt:lpwstr>4af3be39-aa18-4d06-823c-7cd3deaf8343</vt:lpwstr>
  </property>
  <property fmtid="{D5CDD505-2E9C-101B-9397-08002B2CF9AE}" pid="72" name="tcg_otc_006">
    <vt:lpwstr/>
  </property>
  <property fmtid="{D5CDD505-2E9C-101B-9397-08002B2CF9AE}" pid="73" name="tcg_macroaftertbsupdate">
    <vt:lpwstr>modDocuments.UpdateTBS</vt:lpwstr>
  </property>
  <property fmtid="{D5CDD505-2E9C-101B-9397-08002B2CF9AE}" pid="74" name="tcg_macroprotect">
    <vt:lpwstr>modDocuments.DocumentProtect</vt:lpwstr>
  </property>
  <property fmtid="{D5CDD505-2E9C-101B-9397-08002B2CF9AE}" pid="75" name="tcg_macrounprotect">
    <vt:lpwstr>modDocuments.DocumentUnprotect</vt:lpwstr>
  </property>
  <property fmtid="{D5CDD505-2E9C-101B-9397-08002B2CF9AE}" pid="76" name="direktion_sourceid">
    <vt:lpwstr>965c8491-24ef-44d7-bbf4-8ef459b8a2e7</vt:lpwstr>
  </property>
  <property fmtid="{D5CDD505-2E9C-101B-9397-08002B2CF9AE}" pid="77" name="direktion_kennung">
    <vt:lpwstr>BD</vt:lpwstr>
  </property>
  <property fmtid="{D5CDD505-2E9C-101B-9397-08002B2CF9AE}" pid="78" name="direktion_kurzzeichen">
    <vt:lpwstr>BD</vt:lpwstr>
  </property>
  <property fmtid="{D5CDD505-2E9C-101B-9397-08002B2CF9AE}" pid="79" name="direktion_direktion">
    <vt:lpwstr>Baudirektion</vt:lpwstr>
  </property>
  <property fmtid="{D5CDD505-2E9C-101B-9397-08002B2CF9AE}" pid="80" name="amt_sourceid">
    <vt:lpwstr>305e1d31-35d1-42e7-9be2-13bd66b68e1f</vt:lpwstr>
  </property>
  <property fmtid="{D5CDD505-2E9C-101B-9397-08002B2CF9AE}" pid="81" name="amt_direktionid">
    <vt:lpwstr>965c8491-24ef-44d7-bbf4-8ef459b8a2e7</vt:lpwstr>
  </property>
  <property fmtid="{D5CDD505-2E9C-101B-9397-08002B2CF9AE}" pid="82" name="amt_amt">
    <vt:lpwstr/>
  </property>
  <property fmtid="{D5CDD505-2E9C-101B-9397-08002B2CF9AE}" pid="83" name="amt_description">
    <vt:lpwstr>Amt für Umwelt</vt:lpwstr>
  </property>
  <property fmtid="{D5CDD505-2E9C-101B-9397-08002B2CF9AE}" pid="84" name="abteilung_description">
    <vt:lpwstr>Luft und Energie</vt:lpwstr>
  </property>
  <property fmtid="{D5CDD505-2E9C-101B-9397-08002B2CF9AE}" pid="85" name="abteilung_sourceid">
    <vt:lpwstr>51822e22-7e5c-445b-be94-b112567e0986</vt:lpwstr>
  </property>
  <property fmtid="{D5CDD505-2E9C-101B-9397-08002B2CF9AE}" pid="86" name="abteilung_amtid">
    <vt:lpwstr>305e1d31-35d1-42e7-9be2-13bd66b68e1f</vt:lpwstr>
  </property>
  <property fmtid="{D5CDD505-2E9C-101B-9397-08002B2CF9AE}" pid="87" name="abteilung_bezeichnungimgruss">
    <vt:lpwstr>Amt für Umwelt</vt:lpwstr>
  </property>
  <property fmtid="{D5CDD505-2E9C-101B-9397-08002B2CF9AE}" pid="88" name="abteilung_adresszeile1">
    <vt:lpwstr>Aabachstrasse 5</vt:lpwstr>
  </property>
  <property fmtid="{D5CDD505-2E9C-101B-9397-08002B2CF9AE}" pid="89" name="abteilung_couvert">
    <vt:lpwstr>Amt für Umwelt</vt:lpwstr>
  </property>
  <property fmtid="{D5CDD505-2E9C-101B-9397-08002B2CF9AE}" pid="90" name="abteilung_adresszeile2">
    <vt:lpwstr/>
  </property>
  <property fmtid="{D5CDD505-2E9C-101B-9397-08002B2CF9AE}" pid="91" name="abteilung_dienststelle">
    <vt:lpwstr/>
  </property>
  <property fmtid="{D5CDD505-2E9C-101B-9397-08002B2CF9AE}" pid="92" name="abteilung_dienststellezupo">
    <vt:lpwstr/>
  </property>
  <property fmtid="{D5CDD505-2E9C-101B-9397-08002B2CF9AE}" pid="93" name="abteilung_postfach">
    <vt:lpwstr>Postfach</vt:lpwstr>
  </property>
  <property fmtid="{D5CDD505-2E9C-101B-9397-08002B2CF9AE}" pid="94" name="abteilung_fachbereich">
    <vt:lpwstr/>
  </property>
  <property fmtid="{D5CDD505-2E9C-101B-9397-08002B2CF9AE}" pid="95" name="abteilung_plzpostfach">
    <vt:lpwstr>6301</vt:lpwstr>
  </property>
  <property fmtid="{D5CDD505-2E9C-101B-9397-08002B2CF9AE}" pid="96" name="abteilung_abteilungzupo">
    <vt:lpwstr/>
  </property>
  <property fmtid="{D5CDD505-2E9C-101B-9397-08002B2CF9AE}" pid="97" name="abteilung_plz">
    <vt:lpwstr>6300</vt:lpwstr>
  </property>
  <property fmtid="{D5CDD505-2E9C-101B-9397-08002B2CF9AE}" pid="98" name="abteilung_ort">
    <vt:lpwstr>Zug</vt:lpwstr>
  </property>
  <property fmtid="{D5CDD505-2E9C-101B-9397-08002B2CF9AE}" pid="99" name="abteilung_telefon">
    <vt:lpwstr>+41 41 728 53 70</vt:lpwstr>
  </property>
  <property fmtid="{D5CDD505-2E9C-101B-9397-08002B2CF9AE}" pid="100" name="abteilung_telefax">
    <vt:lpwstr/>
  </property>
  <property fmtid="{D5CDD505-2E9C-101B-9397-08002B2CF9AE}" pid="101" name="abteilung_email">
    <vt:lpwstr>info.afu@zg.ch</vt:lpwstr>
  </property>
  <property fmtid="{D5CDD505-2E9C-101B-9397-08002B2CF9AE}" pid="102" name="abteilung_internet">
    <vt:lpwstr>www.zg.ch/afu</vt:lpwstr>
  </property>
  <property fmtid="{D5CDD505-2E9C-101B-9397-08002B2CF9AE}" pid="103" name="mitarbeiter_ersteller_sourceid">
    <vt:lpwstr>5f8a65ac-fa36-b445-04a8-5f8a65acfa36</vt:lpwstr>
  </property>
  <property fmtid="{D5CDD505-2E9C-101B-9397-08002B2CF9AE}" pid="104" name="mitarbeiter_ersteller_dienstgrad">
    <vt:lpwstr/>
  </property>
  <property fmtid="{D5CDD505-2E9C-101B-9397-08002B2CF9AE}" pid="105" name="mitarbeiter_ersteller_email">
    <vt:lpwstr>raphael.felber@zg.ch</vt:lpwstr>
  </property>
  <property fmtid="{D5CDD505-2E9C-101B-9397-08002B2CF9AE}" pid="106" name="mitarbeiter_ersteller_funktion">
    <vt:lpwstr>Projektleiter/in</vt:lpwstr>
  </property>
  <property fmtid="{D5CDD505-2E9C-101B-9397-08002B2CF9AE}" pid="107" name="mitarbeiter_ersteller_funktion_user">
    <vt:lpwstr/>
  </property>
  <property fmtid="{D5CDD505-2E9C-101B-9397-08002B2CF9AE}" pid="108" name="mitarbeiter_ersteller_kurzzeichen">
    <vt:lpwstr>FEAP</vt:lpwstr>
  </property>
  <property fmtid="{D5CDD505-2E9C-101B-9397-08002B2CF9AE}" pid="109" name="mitarbeiter_ersteller_kurzzeichen_user">
    <vt:lpwstr/>
  </property>
  <property fmtid="{D5CDD505-2E9C-101B-9397-08002B2CF9AE}" pid="110" name="mitarbeiter_ersteller_name">
    <vt:lpwstr>Felber</vt:lpwstr>
  </property>
  <property fmtid="{D5CDD505-2E9C-101B-9397-08002B2CF9AE}" pid="111" name="mitarbeiter_ersteller_personalnummer">
    <vt:lpwstr>206501</vt:lpwstr>
  </property>
  <property fmtid="{D5CDD505-2E9C-101B-9397-08002B2CF9AE}" pid="112" name="mitarbeiter_ersteller_telefax">
    <vt:lpwstr/>
  </property>
  <property fmtid="{D5CDD505-2E9C-101B-9397-08002B2CF9AE}" pid="113" name="mitarbeiter_ersteller_telefon">
    <vt:lpwstr>+41 41 728 53 84</vt:lpwstr>
  </property>
  <property fmtid="{D5CDD505-2E9C-101B-9397-08002B2CF9AE}" pid="114" name="mitarbeiter_ersteller_titel">
    <vt:lpwstr/>
  </property>
  <property fmtid="{D5CDD505-2E9C-101B-9397-08002B2CF9AE}" pid="115" name="mitarbeiter_ersteller_vorname">
    <vt:lpwstr>Raphael</vt:lpwstr>
  </property>
  <property fmtid="{D5CDD505-2E9C-101B-9397-08002B2CF9AE}" pid="116" name="mitarbeiter_unterschrift_links_sourceid">
    <vt:lpwstr>5f8a65ac-fa36-b445-04a8-5f8a65acfa36</vt:lpwstr>
  </property>
  <property fmtid="{D5CDD505-2E9C-101B-9397-08002B2CF9AE}" pid="117" name="mitarbeiter_unterschrift_links_dienstgrad">
    <vt:lpwstr/>
  </property>
  <property fmtid="{D5CDD505-2E9C-101B-9397-08002B2CF9AE}" pid="118" name="mitarbeiter_unterschrift_links_email">
    <vt:lpwstr>raphael.felber@zg.ch</vt:lpwstr>
  </property>
  <property fmtid="{D5CDD505-2E9C-101B-9397-08002B2CF9AE}" pid="119" name="mitarbeiter_unterschrift_links_funktion">
    <vt:lpwstr>Projektleiter/in</vt:lpwstr>
  </property>
  <property fmtid="{D5CDD505-2E9C-101B-9397-08002B2CF9AE}" pid="120" name="mitarbeiter_unterschrift_links_funktion_user">
    <vt:lpwstr/>
  </property>
  <property fmtid="{D5CDD505-2E9C-101B-9397-08002B2CF9AE}" pid="121" name="mitarbeiter_unterschrift_links_kurzzeichen">
    <vt:lpwstr>FEAP</vt:lpwstr>
  </property>
  <property fmtid="{D5CDD505-2E9C-101B-9397-08002B2CF9AE}" pid="122" name="mitarbeiter_unterschrift_links_kurzzeichen_user">
    <vt:lpwstr/>
  </property>
  <property fmtid="{D5CDD505-2E9C-101B-9397-08002B2CF9AE}" pid="123" name="mitarbeiter_unterschrift_links_name">
    <vt:lpwstr>Felber</vt:lpwstr>
  </property>
  <property fmtid="{D5CDD505-2E9C-101B-9397-08002B2CF9AE}" pid="124" name="mitarbeiter_unterschrift_links_personalnummer">
    <vt:lpwstr>206501</vt:lpwstr>
  </property>
  <property fmtid="{D5CDD505-2E9C-101B-9397-08002B2CF9AE}" pid="125" name="mitarbeiter_unterschrift_links_telefax">
    <vt:lpwstr/>
  </property>
  <property fmtid="{D5CDD505-2E9C-101B-9397-08002B2CF9AE}" pid="126" name="mitarbeiter_unterschrift_links_telefon">
    <vt:lpwstr>+41 41 728 53 84</vt:lpwstr>
  </property>
  <property fmtid="{D5CDD505-2E9C-101B-9397-08002B2CF9AE}" pid="127" name="mitarbeiter_unterschrift_links_titel">
    <vt:lpwstr/>
  </property>
  <property fmtid="{D5CDD505-2E9C-101B-9397-08002B2CF9AE}" pid="128" name="mitarbeiter_unterschrift_links_vorname">
    <vt:lpwstr>Raphael</vt:lpwstr>
  </property>
  <property fmtid="{D5CDD505-2E9C-101B-9397-08002B2CF9AE}" pid="129" name="mitarbeiter_unterschrift_rechts_sourceid">
    <vt:lpwstr/>
  </property>
  <property fmtid="{D5CDD505-2E9C-101B-9397-08002B2CF9AE}" pid="130" name="mitarbeiter_unterschrift_rechts_dienstgrad">
    <vt:lpwstr/>
  </property>
  <property fmtid="{D5CDD505-2E9C-101B-9397-08002B2CF9AE}" pid="131" name="mitarbeiter_unterschrift_rechts_email">
    <vt:lpwstr/>
  </property>
  <property fmtid="{D5CDD505-2E9C-101B-9397-08002B2CF9AE}" pid="132" name="mitarbeiter_unterschrift_rechts_funktion">
    <vt:lpwstr/>
  </property>
  <property fmtid="{D5CDD505-2E9C-101B-9397-08002B2CF9AE}" pid="133" name="mitarbeiter_unterschrift_rechts_funktion_user">
    <vt:lpwstr/>
  </property>
  <property fmtid="{D5CDD505-2E9C-101B-9397-08002B2CF9AE}" pid="134" name="mitarbeiter_unterschrift_rechts_kurzzeichen">
    <vt:lpwstr/>
  </property>
  <property fmtid="{D5CDD505-2E9C-101B-9397-08002B2CF9AE}" pid="135" name="mitarbeiter_unterschrift_rechts_kurzzeichen_user">
    <vt:lpwstr/>
  </property>
  <property fmtid="{D5CDD505-2E9C-101B-9397-08002B2CF9AE}" pid="136" name="mitarbeiter_unterschrift_rechts_name">
    <vt:lpwstr/>
  </property>
  <property fmtid="{D5CDD505-2E9C-101B-9397-08002B2CF9AE}" pid="137" name="mitarbeiter_unterschrift_rechts_personalnummer">
    <vt:lpwstr/>
  </property>
  <property fmtid="{D5CDD505-2E9C-101B-9397-08002B2CF9AE}" pid="138" name="mitarbeiter_unterschrift_rechts_telefax">
    <vt:lpwstr/>
  </property>
  <property fmtid="{D5CDD505-2E9C-101B-9397-08002B2CF9AE}" pid="139" name="mitarbeiter_unterschrift_rechts_telefon">
    <vt:lpwstr/>
  </property>
  <property fmtid="{D5CDD505-2E9C-101B-9397-08002B2CF9AE}" pid="140" name="mitarbeiter_unterschrift_rechts_titel">
    <vt:lpwstr/>
  </property>
  <property fmtid="{D5CDD505-2E9C-101B-9397-08002B2CF9AE}" pid="141" name="mitarbeiter_unterschrift_rechts_vorname">
    <vt:lpwstr/>
  </property>
  <property fmtid="{D5CDD505-2E9C-101B-9397-08002B2CF9AE}" pid="142" name="adresse_empfaenger_sourceid">
    <vt:lpwstr/>
  </property>
  <property fmtid="{D5CDD505-2E9C-101B-9397-08002B2CF9AE}" pid="143" name="adresse_empfaenger_firma">
    <vt:lpwstr/>
  </property>
  <property fmtid="{D5CDD505-2E9C-101B-9397-08002B2CF9AE}" pid="144" name="adresse_empfaenger_anrede">
    <vt:lpwstr/>
  </property>
  <property fmtid="{D5CDD505-2E9C-101B-9397-08002B2CF9AE}" pid="145" name="adresse_empfaenger_vorname">
    <vt:lpwstr/>
  </property>
  <property fmtid="{D5CDD505-2E9C-101B-9397-08002B2CF9AE}" pid="146" name="adresse_empfaenger_name">
    <vt:lpwstr/>
  </property>
  <property fmtid="{D5CDD505-2E9C-101B-9397-08002B2CF9AE}" pid="147" name="adresse_empfaenger_strasse">
    <vt:lpwstr/>
  </property>
  <property fmtid="{D5CDD505-2E9C-101B-9397-08002B2CF9AE}" pid="148" name="adresse_empfaenger_postfach">
    <vt:lpwstr/>
  </property>
  <property fmtid="{D5CDD505-2E9C-101B-9397-08002B2CF9AE}" pid="149" name="adresse_empfaenger_plz">
    <vt:lpwstr/>
  </property>
  <property fmtid="{D5CDD505-2E9C-101B-9397-08002B2CF9AE}" pid="150" name="adresse_empfaenger_ort">
    <vt:lpwstr/>
  </property>
  <property fmtid="{D5CDD505-2E9C-101B-9397-08002B2CF9AE}" pid="151" name="adresse_empfaenger_telefon">
    <vt:lpwstr/>
  </property>
  <property fmtid="{D5CDD505-2E9C-101B-9397-08002B2CF9AE}" pid="152" name="adresse_empfaenger_telefax">
    <vt:lpwstr/>
  </property>
  <property fmtid="{D5CDD505-2E9C-101B-9397-08002B2CF9AE}" pid="153" name="adresse_empfaenger_land">
    <vt:lpwstr/>
  </property>
  <property fmtid="{D5CDD505-2E9C-101B-9397-08002B2CF9AE}" pid="154" name="adresse_empfaenger_description">
    <vt:lpwstr/>
  </property>
  <property fmtid="{D5CDD505-2E9C-101B-9397-08002B2CF9AE}" pid="155" name="adresse_empfaenger_email">
    <vt:lpwstr/>
  </property>
  <property fmtid="{D5CDD505-2E9C-101B-9397-08002B2CF9AE}" pid="156" name="adresse_empfaenger_">
    <vt:lpwstr/>
  </property>
  <property fmtid="{D5CDD505-2E9C-101B-9397-08002B2CF9AE}" pid="157" name="adresse_empfaenger_versandart">
    <vt:lpwstr>A-Post</vt:lpwstr>
  </property>
  <property fmtid="{D5CDD505-2E9C-101B-9397-08002B2CF9AE}" pid="158" name="adresse_empfaenger_versandartunformatted">
    <vt:lpwstr>A-Post</vt:lpwstr>
  </property>
  <property fmtid="{D5CDD505-2E9C-101B-9397-08002B2CF9AE}" pid="159" name="adresse_empfaenger_adresslayout">
    <vt:lpwstr>Schweiz</vt:lpwstr>
  </property>
  <property fmtid="{D5CDD505-2E9C-101B-9397-08002B2CF9AE}" pid="160" name="adresse_empfaenger_adresslayoutunformatted">
    <vt:lpwstr>Schweiz</vt:lpwstr>
  </property>
  <property fmtid="{D5CDD505-2E9C-101B-9397-08002B2CF9AE}" pid="161" name="9344e959-e442-4c91-96d5-070c83f0c2caapplyforalltemplateschecked">
    <vt:lpwstr>True</vt:lpwstr>
  </property>
  <property fmtid="{D5CDD505-2E9C-101B-9397-08002B2CF9AE}" pid="162" name="templateid">
    <vt:lpwstr>01291296-a944-4cf0-9b67-38c1095edb70</vt:lpwstr>
  </property>
  <property fmtid="{D5CDD505-2E9C-101B-9397-08002B2CF9AE}" pid="163" name="templateexternalid">
    <vt:lpwstr>2b35d9e2-bb69-4ef3-bf74-681f48fd63b7</vt:lpwstr>
  </property>
  <property fmtid="{D5CDD505-2E9C-101B-9397-08002B2CF9AE}" pid="164" name="languagekey">
    <vt:lpwstr>DE</vt:lpwstr>
  </property>
  <property fmtid="{D5CDD505-2E9C-101B-9397-08002B2CF9AE}" pid="165" name="taskpaneguid">
    <vt:lpwstr>9c6bea0e-f2a1-4708-bc18-de6112f6dff0</vt:lpwstr>
  </property>
  <property fmtid="{D5CDD505-2E9C-101B-9397-08002B2CF9AE}" pid="166" name="taskpaneenablemanually">
    <vt:lpwstr>Manually</vt:lpwstr>
  </property>
  <property fmtid="{D5CDD505-2E9C-101B-9397-08002B2CF9AE}" pid="167" name="templatename">
    <vt:lpwstr>Brief mit Einzel-/Doppelunterschrift</vt:lpwstr>
  </property>
  <property fmtid="{D5CDD505-2E9C-101B-9397-08002B2CF9AE}" pid="168" name="docugatedocumenthasdatastore">
    <vt:lpwstr>True</vt:lpwstr>
  </property>
  <property fmtid="{D5CDD505-2E9C-101B-9397-08002B2CF9AE}" pid="169" name="templatedisplayname">
    <vt:lpwstr>Brief mit Einzel-/Doppelunterschrift</vt:lpwstr>
  </property>
  <property fmtid="{D5CDD505-2E9C-101B-9397-08002B2CF9AE}" pid="170" name="dglogoein">
    <vt:lpwstr>false</vt:lpwstr>
  </property>
  <property fmtid="{D5CDD505-2E9C-101B-9397-08002B2CF9AE}" pid="171" name="wplogofolgeseite">
    <vt:lpwstr>Neutral</vt:lpwstr>
  </property>
  <property fmtid="{D5CDD505-2E9C-101B-9397-08002B2CF9AE}" pid="172" name="metadata_formularnummer">
    <vt:lpwstr>001.014</vt:lpwstr>
  </property>
  <property fmtid="{D5CDD505-2E9C-101B-9397-08002B2CF9AE}" pid="173" name="erste seite">
    <vt:lpwstr>Logo</vt:lpwstr>
  </property>
  <property fmtid="{D5CDD505-2E9C-101B-9397-08002B2CF9AE}" pid="174" name="bkmod_000">
    <vt:lpwstr>b3f69124-b007-4792-afac-f9888b339aa4</vt:lpwstr>
  </property>
  <property fmtid="{D5CDD505-2E9C-101B-9397-08002B2CF9AE}" pid="175" name="bkmod_001">
    <vt:lpwstr>fb20cead-003f-4d5e-8d0b-5ce7cbc7e950</vt:lpwstr>
  </property>
  <property fmtid="{D5CDD505-2E9C-101B-9397-08002B2CF9AE}" pid="176" name="bkmod_002">
    <vt:lpwstr>87170a03-1fe0-45b5-b74e-27b676075c67</vt:lpwstr>
  </property>
  <property fmtid="{D5CDD505-2E9C-101B-9397-08002B2CF9AE}" pid="177" name="bkmod_003">
    <vt:lpwstr>1f394617-a6ab-4d72-a03b-f43d52d55043</vt:lpwstr>
  </property>
  <property fmtid="{D5CDD505-2E9C-101B-9397-08002B2CF9AE}" pid="178" name="bkmod_004">
    <vt:lpwstr>018a79b0-9b9f-4d4e-86d2-f95c9c2eb416</vt:lpwstr>
  </property>
  <property fmtid="{D5CDD505-2E9C-101B-9397-08002B2CF9AE}" pid="179" name="bkmod_005">
    <vt:lpwstr>4af3be39-aa18-4d06-823c-7cd3deaf8343</vt:lpwstr>
  </property>
  <property fmtid="{D5CDD505-2E9C-101B-9397-08002B2CF9AE}" pid="180" name="bkmod_006">
    <vt:lpwstr>b5293875-1b7d-43d8-804a-e44670a1ca7d</vt:lpwstr>
  </property>
  <property fmtid="{D5CDD505-2E9C-101B-9397-08002B2CF9AE}" pid="181" name="tcg_mtc_000">
    <vt:lpwstr>b3f69124-b007-4792-afac-f9888b339aa4</vt:lpwstr>
  </property>
  <property fmtid="{D5CDD505-2E9C-101B-9397-08002B2CF9AE}" pid="182" name="tcg_mtc_001">
    <vt:lpwstr>fb20cead-003f-4d5e-8d0b-5ce7cbc7e950</vt:lpwstr>
  </property>
  <property fmtid="{D5CDD505-2E9C-101B-9397-08002B2CF9AE}" pid="183" name="tcg_mtc_002">
    <vt:lpwstr>87170a03-1fe0-45b5-b74e-27b676075c67</vt:lpwstr>
  </property>
  <property fmtid="{D5CDD505-2E9C-101B-9397-08002B2CF9AE}" pid="184" name="tcg_mtc_003">
    <vt:lpwstr>1f394617-a6ab-4d72-a03b-f43d52d55043</vt:lpwstr>
  </property>
  <property fmtid="{D5CDD505-2E9C-101B-9397-08002B2CF9AE}" pid="185" name="tcg_mtc_004">
    <vt:lpwstr>018a79b0-9b9f-4d4e-86d2-f95c9c2eb416</vt:lpwstr>
  </property>
  <property fmtid="{D5CDD505-2E9C-101B-9397-08002B2CF9AE}" pid="186" name="dgworkflowid">
    <vt:lpwstr>877ffc12-5822-4be9-b4a9-3e228effbb35</vt:lpwstr>
  </property>
  <property fmtid="{D5CDD505-2E9C-101B-9397-08002B2CF9AE}" pid="187" name="docugatedocumentversion">
    <vt:lpwstr>5.13.1.1</vt:lpwstr>
  </property>
  <property fmtid="{D5CDD505-2E9C-101B-9397-08002B2CF9AE}" pid="188" name="docugatedocumentcreationpath">
    <vt:lpwstr>C:\Users\feap\AppData\Local\Temp\Docugate\Documents\hbo5cgr4.docx</vt:lpwstr>
  </property>
  <property fmtid="{D5CDD505-2E9C-101B-9397-08002B2CF9AE}" pid="189" name="DgAlreadyRemovedParagraph">
    <vt:lpwstr>true</vt:lpwstr>
  </property>
  <property fmtid="{D5CDD505-2E9C-101B-9397-08002B2CF9AE}" pid="190" name="Docugate_Makro_DocumentFirstRefresh">
    <vt:lpwstr>Falsch</vt:lpwstr>
  </property>
</Properties>
</file>